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F9C" w:rsidRDefault="00EE3F9C">
      <w:pPr>
        <w:rPr>
          <w:b/>
          <w:sz w:val="40"/>
          <w:szCs w:val="40"/>
          <w:u w:val="single"/>
        </w:rPr>
      </w:pPr>
      <w:r>
        <w:rPr>
          <w:b/>
          <w:sz w:val="40"/>
          <w:szCs w:val="40"/>
          <w:u w:val="single"/>
        </w:rPr>
        <w:t>Chapter 14</w:t>
      </w:r>
    </w:p>
    <w:p w:rsidR="00EE3F9C" w:rsidRDefault="00EE3F9C">
      <w:pPr>
        <w:rPr>
          <w:b/>
          <w:sz w:val="40"/>
          <w:szCs w:val="40"/>
          <w:u w:val="single"/>
        </w:rPr>
      </w:pPr>
    </w:p>
    <w:p w:rsidR="00EE3F9C" w:rsidRDefault="00EE3F9C">
      <w:pPr>
        <w:rPr>
          <w:b/>
          <w:sz w:val="40"/>
          <w:szCs w:val="40"/>
          <w:u w:val="single"/>
        </w:rPr>
      </w:pPr>
      <w:r w:rsidRPr="000A13FB">
        <w:rPr>
          <w:b/>
          <w:sz w:val="40"/>
          <w:szCs w:val="40"/>
          <w:u w:val="single"/>
        </w:rPr>
        <w:t xml:space="preserve">Raid Pg. 147 </w:t>
      </w:r>
      <w:r>
        <w:rPr>
          <w:b/>
          <w:sz w:val="40"/>
          <w:szCs w:val="40"/>
          <w:u w:val="single"/>
        </w:rPr>
        <w:t>–</w:t>
      </w:r>
      <w:r w:rsidRPr="000A13FB">
        <w:rPr>
          <w:b/>
          <w:sz w:val="40"/>
          <w:szCs w:val="40"/>
          <w:u w:val="single"/>
        </w:rPr>
        <w:t xml:space="preserve"> 163</w:t>
      </w:r>
    </w:p>
    <w:p w:rsidR="00EE3F9C" w:rsidRDefault="00EE3F9C">
      <w:pPr>
        <w:rPr>
          <w:sz w:val="20"/>
          <w:szCs w:val="20"/>
        </w:rPr>
      </w:pPr>
      <w:r>
        <w:rPr>
          <w:sz w:val="20"/>
          <w:szCs w:val="20"/>
        </w:rPr>
        <w:t>By: Alex Ghali, Abby Meloff, and Calvin Brown</w:t>
      </w:r>
    </w:p>
    <w:p w:rsidR="00EE3F9C" w:rsidRDefault="00EE3F9C" w:rsidP="0018619A">
      <w:pPr>
        <w:pStyle w:val="ListParagraph"/>
        <w:numPr>
          <w:ilvl w:val="0"/>
          <w:numId w:val="1"/>
        </w:numPr>
      </w:pPr>
      <w:r>
        <w:t>The chapter</w:t>
      </w:r>
      <w:r w:rsidRPr="000A13FB">
        <w:t xml:space="preserve"> begins with the raid against the Germans. E</w:t>
      </w:r>
      <w:r>
        <w:t>lijah Charges in by himself receiving some</w:t>
      </w:r>
      <w:r w:rsidRPr="000A13FB">
        <w:t xml:space="preserve"> wound</w:t>
      </w:r>
      <w:r>
        <w:t>s</w:t>
      </w:r>
      <w:r w:rsidRPr="000A13FB">
        <w:t xml:space="preserve"> while rushing the gun nest and Xavier</w:t>
      </w:r>
      <w:r>
        <w:t xml:space="preserve"> ends up carrying</w:t>
      </w:r>
      <w:r w:rsidRPr="000A13FB">
        <w:t xml:space="preserve"> him back, and finishes the placement for him. </w:t>
      </w:r>
    </w:p>
    <w:p w:rsidR="00EE3F9C" w:rsidRDefault="00EE3F9C" w:rsidP="0018619A">
      <w:pPr>
        <w:pStyle w:val="ListParagraph"/>
        <w:numPr>
          <w:ilvl w:val="0"/>
          <w:numId w:val="1"/>
        </w:numPr>
      </w:pPr>
      <w:r w:rsidRPr="000A13FB">
        <w:t xml:space="preserve">Thompson </w:t>
      </w:r>
      <w:r>
        <w:t xml:space="preserve">suffered major injuries and was carried off somewhere far from them. </w:t>
      </w:r>
      <w:r w:rsidRPr="000A13FB">
        <w:t>There is also talk of Elijah and Gilberto receiving a medal for what they accomplished in the raid.</w:t>
      </w:r>
      <w:r>
        <w:t xml:space="preserve"> </w:t>
      </w:r>
    </w:p>
    <w:p w:rsidR="00EE3F9C" w:rsidRDefault="00EE3F9C" w:rsidP="0018619A">
      <w:pPr>
        <w:pStyle w:val="ListParagraph"/>
        <w:numPr>
          <w:ilvl w:val="0"/>
          <w:numId w:val="1"/>
        </w:numPr>
      </w:pPr>
      <w:r>
        <w:t xml:space="preserve">Elijah helps Gilberto write a letter back home and </w:t>
      </w:r>
      <w:r w:rsidRPr="000A13FB">
        <w:t>Xavier</w:t>
      </w:r>
      <w:r>
        <w:t xml:space="preserve"> takes notice of how Elijah is using his words to help someone. </w:t>
      </w:r>
    </w:p>
    <w:p w:rsidR="00EE3F9C" w:rsidRDefault="00EE3F9C" w:rsidP="0018619A">
      <w:pPr>
        <w:pStyle w:val="ListParagraph"/>
        <w:numPr>
          <w:ilvl w:val="0"/>
          <w:numId w:val="1"/>
        </w:numPr>
      </w:pPr>
      <w:r>
        <w:t>Xavier then</w:t>
      </w:r>
      <w:r w:rsidRPr="000A13FB">
        <w:t xml:space="preserve"> talks about the time</w:t>
      </w:r>
      <w:r>
        <w:t xml:space="preserve">s he </w:t>
      </w:r>
      <w:r w:rsidRPr="000A13FB">
        <w:t xml:space="preserve">and Elijah spent together at the residential school, and how Elijah helped him with English, </w:t>
      </w:r>
      <w:r>
        <w:t xml:space="preserve">and </w:t>
      </w:r>
      <w:r w:rsidRPr="000A13FB">
        <w:t xml:space="preserve">the </w:t>
      </w:r>
      <w:r>
        <w:t>trouble they got into together</w:t>
      </w:r>
      <w:r w:rsidRPr="000A13FB">
        <w:t xml:space="preserve"> as well.</w:t>
      </w:r>
    </w:p>
    <w:p w:rsidR="00EE3F9C" w:rsidRDefault="00EE3F9C" w:rsidP="0018619A">
      <w:pPr>
        <w:pStyle w:val="ListParagraph"/>
        <w:numPr>
          <w:ilvl w:val="0"/>
          <w:numId w:val="1"/>
        </w:numPr>
      </w:pPr>
      <w:r w:rsidRPr="000A13FB">
        <w:t xml:space="preserve">Xavier </w:t>
      </w:r>
      <w:r>
        <w:t xml:space="preserve">notices </w:t>
      </w:r>
      <w:r w:rsidRPr="000A13FB">
        <w:t>that Elijah</w:t>
      </w:r>
      <w:r>
        <w:t xml:space="preserve"> is almost succumbing to the urge for morphine</w:t>
      </w:r>
      <w:r w:rsidRPr="000A13FB">
        <w:t xml:space="preserve">. </w:t>
      </w:r>
    </w:p>
    <w:p w:rsidR="00EE3F9C" w:rsidRDefault="00EE3F9C" w:rsidP="0018619A">
      <w:pPr>
        <w:pStyle w:val="ListParagraph"/>
        <w:numPr>
          <w:ilvl w:val="0"/>
          <w:numId w:val="1"/>
        </w:numPr>
      </w:pPr>
      <w:r>
        <w:t xml:space="preserve">Elijah takes </w:t>
      </w:r>
      <w:r w:rsidRPr="000A13FB">
        <w:t>Xavier</w:t>
      </w:r>
      <w:r>
        <w:t xml:space="preserve"> to the estaminet in Saint-Eloi whenever they have the chance, Xavier</w:t>
      </w:r>
      <w:r w:rsidRPr="000A13FB">
        <w:t xml:space="preserve"> begins to have a strong interest in a girl</w:t>
      </w:r>
      <w:r>
        <w:t xml:space="preserve"> named Lisette who he met</w:t>
      </w:r>
      <w:r w:rsidRPr="000A13FB">
        <w:t>, but s</w:t>
      </w:r>
      <w:r>
        <w:t>hortly after has to leave Saint-</w:t>
      </w:r>
      <w:r w:rsidRPr="000A13FB">
        <w:t xml:space="preserve">Eloi to go to </w:t>
      </w:r>
      <w:r>
        <w:t>Somme</w:t>
      </w:r>
      <w:r w:rsidRPr="000A13FB">
        <w:t xml:space="preserve">. </w:t>
      </w:r>
    </w:p>
    <w:p w:rsidR="00EE3F9C" w:rsidRDefault="00EE3F9C" w:rsidP="000A13FB">
      <w:pPr>
        <w:pStyle w:val="ListParagraph"/>
        <w:numPr>
          <w:ilvl w:val="0"/>
          <w:numId w:val="1"/>
        </w:numPr>
      </w:pPr>
      <w:r w:rsidRPr="000A13FB">
        <w:t>The chapter ends with Xavier talking about the train ride</w:t>
      </w:r>
      <w:r>
        <w:t xml:space="preserve"> that he and Elijah had taken</w:t>
      </w:r>
      <w:r w:rsidRPr="000A13FB">
        <w:t xml:space="preserve"> where they were discriminated against. On this train ride </w:t>
      </w:r>
      <w:r>
        <w:t xml:space="preserve">Elijah try’s to feel like he is flying and ends up falling on </w:t>
      </w:r>
      <w:r w:rsidRPr="000A13FB">
        <w:t>an aboriginal man</w:t>
      </w:r>
      <w:r>
        <w:t xml:space="preserve"> who says “Whiskeyjacks should fly better,” Elijah is confused he I wondering how the man knows his name. The man then</w:t>
      </w:r>
      <w:r w:rsidRPr="000A13FB">
        <w:t xml:space="preserve"> tells Elijah he</w:t>
      </w:r>
      <w:r>
        <w:t xml:space="preserve"> had a dream of whiskeyjacks “pecking at something dead” Xavier says it is a sign.</w:t>
      </w:r>
    </w:p>
    <w:p w:rsidR="00EE3F9C" w:rsidRDefault="00EE3F9C" w:rsidP="000A13FB">
      <w:pPr>
        <w:pStyle w:val="ListParagraph"/>
        <w:numPr>
          <w:ilvl w:val="0"/>
          <w:numId w:val="1"/>
        </w:numPr>
      </w:pPr>
      <w:r w:rsidRPr="000A13FB">
        <w:t>The title symbolizes where they are in the story when the chapter starts</w:t>
      </w:r>
      <w:r>
        <w:t xml:space="preserve"> and how it ends</w:t>
      </w:r>
      <w:r w:rsidRPr="000A13FB">
        <w:t xml:space="preserve">. Many significant things happen in the raid such as Elijah </w:t>
      </w:r>
      <w:r>
        <w:t>being reckless and being saved by</w:t>
      </w:r>
      <w:r w:rsidRPr="000A13FB">
        <w:t xml:space="preserve"> Xavier</w:t>
      </w:r>
      <w:r>
        <w:t xml:space="preserve"> after being wounded</w:t>
      </w:r>
      <w:r w:rsidRPr="000A13FB">
        <w:t xml:space="preserve">, while finishing what Elijah started. </w:t>
      </w:r>
    </w:p>
    <w:p w:rsidR="00EE3F9C" w:rsidRDefault="00EE3F9C" w:rsidP="000A13FB">
      <w:pPr>
        <w:pStyle w:val="ListParagraph"/>
        <w:numPr>
          <w:ilvl w:val="0"/>
          <w:numId w:val="1"/>
        </w:numPr>
      </w:pPr>
      <w:r w:rsidRPr="000A13FB">
        <w:t>Gilberto also saves Thompson in this raid. This raid causes the idea of Gilberto and Elijah being eligible to receive a medal.</w:t>
      </w:r>
      <w:r>
        <w:t xml:space="preserve"> </w:t>
      </w:r>
    </w:p>
    <w:p w:rsidR="00EE3F9C" w:rsidRDefault="00EE3F9C" w:rsidP="000A13FB">
      <w:pPr>
        <w:pStyle w:val="ListParagraph"/>
        <w:numPr>
          <w:ilvl w:val="0"/>
          <w:numId w:val="1"/>
        </w:numPr>
      </w:pPr>
      <w:r>
        <w:t xml:space="preserve">The group is also supplied with new weapons and Xavier would not give the sniper rifle to Elijah and Elijah kept his Ross Rifle. </w:t>
      </w:r>
    </w:p>
    <w:p w:rsidR="00EE3F9C" w:rsidRPr="000A13FB" w:rsidRDefault="00EE3F9C" w:rsidP="000A13FB">
      <w:pPr>
        <w:pStyle w:val="ListParagraph"/>
        <w:numPr>
          <w:ilvl w:val="0"/>
          <w:numId w:val="1"/>
        </w:numPr>
      </w:pPr>
      <w:r w:rsidRPr="000A13FB">
        <w:t>Since there are many key events that happen during the raid, the whole chapter is named Raid.</w:t>
      </w:r>
      <w:r>
        <w:t xml:space="preserve"> </w:t>
      </w:r>
    </w:p>
    <w:p w:rsidR="00EE3F9C" w:rsidRPr="00A53581" w:rsidRDefault="00EE3F9C" w:rsidP="00A24B4B">
      <w:pPr>
        <w:tabs>
          <w:tab w:val="left" w:pos="4200"/>
        </w:tabs>
        <w:rPr>
          <w:sz w:val="24"/>
          <w:szCs w:val="24"/>
          <w:u w:val="single"/>
        </w:rPr>
      </w:pPr>
      <w:r w:rsidRPr="00A53581">
        <w:rPr>
          <w:sz w:val="24"/>
          <w:szCs w:val="24"/>
          <w:u w:val="single"/>
        </w:rPr>
        <w:t>Discuss the following: quotations:</w:t>
      </w:r>
      <w:bookmarkStart w:id="0" w:name="_GoBack"/>
      <w:bookmarkEnd w:id="0"/>
    </w:p>
    <w:p w:rsidR="00EE3F9C" w:rsidRPr="005D5811" w:rsidRDefault="00EE3F9C" w:rsidP="005D5811">
      <w:r w:rsidRPr="005D5811">
        <w:t>Pg. 152 “I</w:t>
      </w:r>
      <w:r>
        <w:t xml:space="preserve"> was very impressed by this. God</w:t>
      </w:r>
      <w:r w:rsidRPr="005D5811">
        <w:t xml:space="preserve"> is still the only word in their language I know how to write.” </w:t>
      </w:r>
    </w:p>
    <w:p w:rsidR="00EE3F9C" w:rsidRPr="005D5811" w:rsidRDefault="00EE3F9C" w:rsidP="005D5811">
      <w:pPr>
        <w:pStyle w:val="ListParagraph"/>
        <w:numPr>
          <w:ilvl w:val="0"/>
          <w:numId w:val="3"/>
        </w:numPr>
      </w:pPr>
      <w:r w:rsidRPr="005D5811">
        <w:t xml:space="preserve">This quote is very interesting because it reveals the past of both Elijah and Xavier and their development as characters in their novel and why and how they became the person they are to this day. </w:t>
      </w:r>
    </w:p>
    <w:p w:rsidR="00EE3F9C" w:rsidRDefault="00EE3F9C" w:rsidP="005D5811">
      <w:pPr>
        <w:pStyle w:val="ListParagraph"/>
        <w:numPr>
          <w:ilvl w:val="0"/>
          <w:numId w:val="3"/>
        </w:numPr>
      </w:pPr>
      <w:r>
        <w:t>It brings up the motif of the Great Manitou in the selection, which interests Xavier because he is curious about their God.</w:t>
      </w:r>
    </w:p>
    <w:p w:rsidR="00EE3F9C" w:rsidRDefault="00EE3F9C" w:rsidP="005D5811">
      <w:pPr>
        <w:pStyle w:val="ListParagraph"/>
        <w:numPr>
          <w:ilvl w:val="0"/>
          <w:numId w:val="3"/>
        </w:numPr>
      </w:pPr>
      <w:r w:rsidRPr="005D5811">
        <w:t>This also shows the relationship between Xavier and Elijah and how they met and the obstacles that they were forced to overcome to be the person that they are.</w:t>
      </w:r>
    </w:p>
    <w:p w:rsidR="00EE3F9C" w:rsidRPr="005D5811" w:rsidRDefault="00EE3F9C" w:rsidP="005D5811">
      <w:r w:rsidRPr="005D5811">
        <w:t xml:space="preserve">Pg. 148 “When it feels too long, maybe its minutes, maybe its only seconds, I run toward where I last saw him.” </w:t>
      </w:r>
    </w:p>
    <w:p w:rsidR="00EE3F9C" w:rsidRPr="005D5811" w:rsidRDefault="00EE3F9C" w:rsidP="005D5811">
      <w:pPr>
        <w:pStyle w:val="ListParagraph"/>
        <w:numPr>
          <w:ilvl w:val="0"/>
          <w:numId w:val="3"/>
        </w:numPr>
      </w:pPr>
      <w:r w:rsidRPr="005D5811">
        <w:t xml:space="preserve">This quote is interesting; it opens up room for character development, and plot development. </w:t>
      </w:r>
    </w:p>
    <w:p w:rsidR="00EE3F9C" w:rsidRPr="005D5811" w:rsidRDefault="00EE3F9C" w:rsidP="005D5811">
      <w:pPr>
        <w:pStyle w:val="ListParagraph"/>
        <w:numPr>
          <w:ilvl w:val="0"/>
          <w:numId w:val="3"/>
        </w:numPr>
      </w:pPr>
      <w:r w:rsidRPr="005D5811">
        <w:t xml:space="preserve">Xavier later on in the chapter becomes jealous of the accolades that comrades in their platoon give to Elijah despite the fact that Xavier was involved in the act of bravery during the raid on the nests. </w:t>
      </w:r>
    </w:p>
    <w:p w:rsidR="00EE3F9C" w:rsidRPr="005D5811" w:rsidRDefault="00EE3F9C" w:rsidP="005D5811">
      <w:pPr>
        <w:pStyle w:val="ListParagraph"/>
        <w:numPr>
          <w:ilvl w:val="0"/>
          <w:numId w:val="3"/>
        </w:numPr>
      </w:pPr>
      <w:r w:rsidRPr="005D5811">
        <w:t>It also shows character development in the sense that we further more learn to what lengths Xavier and Elijah will go to for each other.</w:t>
      </w:r>
    </w:p>
    <w:p w:rsidR="00EE3F9C" w:rsidRPr="00A53581" w:rsidRDefault="00EE3F9C">
      <w:pPr>
        <w:rPr>
          <w:sz w:val="24"/>
          <w:szCs w:val="24"/>
          <w:u w:val="single"/>
        </w:rPr>
      </w:pPr>
      <w:r w:rsidRPr="00A53581">
        <w:rPr>
          <w:sz w:val="24"/>
          <w:szCs w:val="24"/>
          <w:u w:val="single"/>
        </w:rPr>
        <w:t>Answer the following questions:</w:t>
      </w:r>
    </w:p>
    <w:p w:rsidR="00EE3F9C" w:rsidRDefault="00EE3F9C" w:rsidP="00825EB1">
      <w:pPr>
        <w:pStyle w:val="ListParagraph"/>
        <w:numPr>
          <w:ilvl w:val="0"/>
          <w:numId w:val="2"/>
        </w:numPr>
      </w:pPr>
      <w:r>
        <w:t xml:space="preserve">Why do you think Elijah headed to the turret nest by himself? Was it worth it? </w:t>
      </w:r>
    </w:p>
    <w:p w:rsidR="00EE3F9C" w:rsidRDefault="00EE3F9C" w:rsidP="00825EB1">
      <w:pPr>
        <w:pStyle w:val="ListParagraph"/>
        <w:numPr>
          <w:ilvl w:val="0"/>
          <w:numId w:val="2"/>
        </w:numPr>
      </w:pPr>
      <w:r>
        <w:t>Explain how Elijah can be compared to the Whiskey jack bird. What Characteristics do they share?</w:t>
      </w:r>
    </w:p>
    <w:p w:rsidR="00EE3F9C" w:rsidRDefault="00EE3F9C" w:rsidP="00825EB1">
      <w:pPr>
        <w:pStyle w:val="ListParagraph"/>
        <w:numPr>
          <w:ilvl w:val="0"/>
          <w:numId w:val="2"/>
        </w:numPr>
      </w:pPr>
      <w:r>
        <w:t>What do you think the meaning of the old man’s dream and statements are? What Literary device is used by the old man? Explain</w:t>
      </w:r>
    </w:p>
    <w:p w:rsidR="00EE3F9C" w:rsidRDefault="00EE3F9C" w:rsidP="00825EB1">
      <w:pPr>
        <w:pStyle w:val="ListParagraph"/>
        <w:numPr>
          <w:ilvl w:val="0"/>
          <w:numId w:val="2"/>
        </w:numPr>
      </w:pPr>
      <w:r>
        <w:t>Describe the systematic racism the boys encounter on the train ride to Toronto.</w:t>
      </w:r>
    </w:p>
    <w:p w:rsidR="00EE3F9C" w:rsidRPr="000A13FB" w:rsidRDefault="00EE3F9C"/>
    <w:sectPr w:rsidR="00EE3F9C" w:rsidRPr="000A13FB" w:rsidSect="000C1FA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82BC0"/>
    <w:multiLevelType w:val="hybridMultilevel"/>
    <w:tmpl w:val="130AE65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0D6219C"/>
    <w:multiLevelType w:val="hybridMultilevel"/>
    <w:tmpl w:val="56B02E9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7D5C161B"/>
    <w:multiLevelType w:val="hybridMultilevel"/>
    <w:tmpl w:val="81A634E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13FB"/>
    <w:rsid w:val="000169E4"/>
    <w:rsid w:val="000905AC"/>
    <w:rsid w:val="000935BC"/>
    <w:rsid w:val="000A13FB"/>
    <w:rsid w:val="000C1FA2"/>
    <w:rsid w:val="0018619A"/>
    <w:rsid w:val="001B744F"/>
    <w:rsid w:val="00244F71"/>
    <w:rsid w:val="00257C9C"/>
    <w:rsid w:val="00526AD6"/>
    <w:rsid w:val="00537BB8"/>
    <w:rsid w:val="005C5A6E"/>
    <w:rsid w:val="005D5811"/>
    <w:rsid w:val="00621AC2"/>
    <w:rsid w:val="00692658"/>
    <w:rsid w:val="007624FB"/>
    <w:rsid w:val="007639B7"/>
    <w:rsid w:val="00825EB1"/>
    <w:rsid w:val="008827BA"/>
    <w:rsid w:val="008908FD"/>
    <w:rsid w:val="008C02A4"/>
    <w:rsid w:val="008E4F58"/>
    <w:rsid w:val="00940A7F"/>
    <w:rsid w:val="00950398"/>
    <w:rsid w:val="00A24B4B"/>
    <w:rsid w:val="00A26F37"/>
    <w:rsid w:val="00A53581"/>
    <w:rsid w:val="00AB67B6"/>
    <w:rsid w:val="00B05FD9"/>
    <w:rsid w:val="00B16D6D"/>
    <w:rsid w:val="00BF1A70"/>
    <w:rsid w:val="00D86182"/>
    <w:rsid w:val="00EE3F9C"/>
    <w:rsid w:val="00FA28E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1FA2"/>
    <w:pPr>
      <w:spacing w:after="200" w:line="276" w:lineRule="auto"/>
    </w:pPr>
    <w:rPr>
      <w:lang w:val="en-C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8619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550</Words>
  <Characters>3136</Characters>
  <Application>Microsoft Office Outlook</Application>
  <DocSecurity>0</DocSecurity>
  <Lines>0</Lines>
  <Paragraphs>0</Paragraphs>
  <ScaleCrop>false</ScaleCrop>
  <Company>Research In Motion Ltd.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14</dc:title>
  <dc:subject/>
  <dc:creator>OWNER</dc:creator>
  <cp:keywords/>
  <dc:description/>
  <cp:lastModifiedBy>User</cp:lastModifiedBy>
  <cp:revision>2</cp:revision>
  <dcterms:created xsi:type="dcterms:W3CDTF">2014-03-21T16:03:00Z</dcterms:created>
  <dcterms:modified xsi:type="dcterms:W3CDTF">2014-03-21T16:03:00Z</dcterms:modified>
</cp:coreProperties>
</file>